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809850046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0B3812" w:rsidP="007A06D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312B">
        <w:rPr>
          <w:rFonts w:ascii="Times New Roman" w:eastAsia="Times New Roman" w:hAnsi="Times New Roman"/>
          <w:sz w:val="28"/>
          <w:szCs w:val="28"/>
          <w:lang w:eastAsia="ru-RU"/>
        </w:rPr>
        <w:t>мая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-5000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77145C" w:rsidRDefault="00DE400C" w:rsidP="00D834FB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Пограничным управлением ФСБ России по Новосибирской области, в</w:t>
      </w:r>
      <w:r w:rsidR="0031605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преддверии празднования 107-й годовщины со дня образования </w:t>
      </w:r>
      <w:r w:rsidR="00A410C8">
        <w:rPr>
          <w:rFonts w:ascii="Times New Roman" w:hAnsi="Times New Roman"/>
          <w:sz w:val="28"/>
          <w:szCs w:val="28"/>
        </w:rPr>
        <w:t xml:space="preserve">пограничной службы, </w:t>
      </w:r>
      <w:r w:rsidR="003D1ADB">
        <w:rPr>
          <w:rFonts w:ascii="Times New Roman" w:hAnsi="Times New Roman"/>
          <w:sz w:val="28"/>
          <w:szCs w:val="28"/>
        </w:rPr>
        <w:t>проведены торжественные мероприятия</w:t>
      </w:r>
      <w:r w:rsidR="00C6696C">
        <w:rPr>
          <w:rFonts w:ascii="Times New Roman" w:hAnsi="Times New Roman"/>
          <w:sz w:val="28"/>
          <w:szCs w:val="28"/>
        </w:rPr>
        <w:t>.</w:t>
      </w:r>
    </w:p>
    <w:p w:rsidR="00674045" w:rsidRDefault="00674045" w:rsidP="00D834FB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были запланированы для </w:t>
      </w:r>
      <w:r w:rsidR="0096697E">
        <w:rPr>
          <w:rFonts w:ascii="Times New Roman" w:hAnsi="Times New Roman"/>
          <w:sz w:val="28"/>
          <w:szCs w:val="28"/>
        </w:rPr>
        <w:t xml:space="preserve">местного населения, </w:t>
      </w:r>
      <w:r w:rsidR="00A702BE">
        <w:rPr>
          <w:rFonts w:ascii="Times New Roman" w:hAnsi="Times New Roman"/>
          <w:sz w:val="28"/>
          <w:szCs w:val="28"/>
        </w:rPr>
        <w:t>воспитанников военно-патриотических клубов «Юных друзей пограничников»</w:t>
      </w:r>
      <w:r w:rsidR="00673623">
        <w:rPr>
          <w:rFonts w:ascii="Times New Roman" w:hAnsi="Times New Roman"/>
          <w:sz w:val="28"/>
          <w:szCs w:val="28"/>
        </w:rPr>
        <w:t>,</w:t>
      </w:r>
      <w:r w:rsidR="00A702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ветеранов</w:t>
      </w:r>
      <w:r w:rsidR="0096697E">
        <w:rPr>
          <w:rFonts w:ascii="Times New Roman" w:hAnsi="Times New Roman"/>
          <w:sz w:val="28"/>
          <w:szCs w:val="28"/>
        </w:rPr>
        <w:t>-пограничников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96697E">
        <w:rPr>
          <w:rFonts w:ascii="Times New Roman" w:hAnsi="Times New Roman"/>
          <w:sz w:val="28"/>
          <w:szCs w:val="28"/>
        </w:rPr>
        <w:t xml:space="preserve">действующих </w:t>
      </w:r>
      <w:r>
        <w:rPr>
          <w:rFonts w:ascii="Times New Roman" w:hAnsi="Times New Roman"/>
          <w:sz w:val="28"/>
          <w:szCs w:val="28"/>
        </w:rPr>
        <w:t>сотрудников</w:t>
      </w:r>
      <w:r w:rsidR="0033160C">
        <w:rPr>
          <w:rFonts w:ascii="Times New Roman" w:hAnsi="Times New Roman"/>
          <w:sz w:val="28"/>
          <w:szCs w:val="28"/>
        </w:rPr>
        <w:t xml:space="preserve"> и</w:t>
      </w:r>
      <w:r w:rsidR="00B24667">
        <w:rPr>
          <w:rFonts w:ascii="Times New Roman" w:hAnsi="Times New Roman"/>
          <w:sz w:val="28"/>
          <w:szCs w:val="28"/>
        </w:rPr>
        <w:t> </w:t>
      </w:r>
      <w:r w:rsidR="0096697E">
        <w:rPr>
          <w:rFonts w:ascii="Times New Roman" w:hAnsi="Times New Roman"/>
          <w:sz w:val="28"/>
          <w:szCs w:val="28"/>
        </w:rPr>
        <w:t>членов их семей</w:t>
      </w:r>
      <w:r w:rsidR="0033160C">
        <w:rPr>
          <w:rFonts w:ascii="Times New Roman" w:hAnsi="Times New Roman"/>
          <w:sz w:val="28"/>
          <w:szCs w:val="28"/>
        </w:rPr>
        <w:t xml:space="preserve"> </w:t>
      </w:r>
      <w:r w:rsidR="004D74D7">
        <w:rPr>
          <w:rFonts w:ascii="Times New Roman" w:hAnsi="Times New Roman"/>
          <w:sz w:val="28"/>
          <w:szCs w:val="28"/>
        </w:rPr>
        <w:t>в</w:t>
      </w:r>
      <w:r w:rsidR="00B24667">
        <w:rPr>
          <w:rFonts w:ascii="Times New Roman" w:hAnsi="Times New Roman"/>
          <w:sz w:val="28"/>
          <w:szCs w:val="28"/>
        </w:rPr>
        <w:t xml:space="preserve"> </w:t>
      </w:r>
      <w:r w:rsidR="004D74D7">
        <w:rPr>
          <w:rFonts w:ascii="Times New Roman" w:hAnsi="Times New Roman"/>
          <w:sz w:val="28"/>
          <w:szCs w:val="28"/>
        </w:rPr>
        <w:t>Новосибирской области и на участке ответственности Управления</w:t>
      </w:r>
      <w:r w:rsidR="00CB7ABD">
        <w:rPr>
          <w:rFonts w:ascii="Times New Roman" w:hAnsi="Times New Roman"/>
          <w:sz w:val="28"/>
          <w:szCs w:val="28"/>
        </w:rPr>
        <w:t xml:space="preserve"> в</w:t>
      </w:r>
      <w:r w:rsidR="00F868EB">
        <w:rPr>
          <w:rFonts w:ascii="Times New Roman" w:hAnsi="Times New Roman"/>
          <w:sz w:val="28"/>
          <w:szCs w:val="28"/>
        </w:rPr>
        <w:t xml:space="preserve"> городах</w:t>
      </w:r>
      <w:r w:rsidR="00CB7ABD">
        <w:rPr>
          <w:rFonts w:ascii="Times New Roman" w:hAnsi="Times New Roman"/>
          <w:sz w:val="28"/>
          <w:szCs w:val="28"/>
        </w:rPr>
        <w:t>:</w:t>
      </w:r>
      <w:r w:rsidR="00F868EB">
        <w:rPr>
          <w:rFonts w:ascii="Times New Roman" w:hAnsi="Times New Roman"/>
          <w:sz w:val="28"/>
          <w:szCs w:val="28"/>
        </w:rPr>
        <w:t xml:space="preserve"> Красноярск, Томск, Абакан, Кемерово и Новокузнецк</w:t>
      </w:r>
      <w:r w:rsidR="00CF352A">
        <w:rPr>
          <w:rFonts w:ascii="Times New Roman" w:hAnsi="Times New Roman"/>
          <w:sz w:val="28"/>
          <w:szCs w:val="28"/>
        </w:rPr>
        <w:t>.</w:t>
      </w:r>
    </w:p>
    <w:p w:rsidR="00CF352A" w:rsidRDefault="00CF352A" w:rsidP="00D834FB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празднования Дня пограничника</w:t>
      </w:r>
      <w:r w:rsidR="008C2382">
        <w:rPr>
          <w:rFonts w:ascii="Times New Roman" w:hAnsi="Times New Roman"/>
          <w:sz w:val="28"/>
          <w:szCs w:val="28"/>
        </w:rPr>
        <w:t xml:space="preserve"> проведены</w:t>
      </w:r>
      <w:r w:rsidR="00C43F93">
        <w:rPr>
          <w:rFonts w:ascii="Times New Roman" w:hAnsi="Times New Roman"/>
          <w:sz w:val="28"/>
          <w:szCs w:val="28"/>
        </w:rPr>
        <w:t>:</w:t>
      </w:r>
      <w:r w:rsidR="008C2382">
        <w:rPr>
          <w:rFonts w:ascii="Times New Roman" w:hAnsi="Times New Roman"/>
          <w:sz w:val="28"/>
          <w:szCs w:val="28"/>
        </w:rPr>
        <w:t xml:space="preserve"> </w:t>
      </w:r>
      <w:r w:rsidR="00D24179">
        <w:rPr>
          <w:rFonts w:ascii="Times New Roman" w:hAnsi="Times New Roman"/>
          <w:sz w:val="28"/>
          <w:szCs w:val="28"/>
        </w:rPr>
        <w:t xml:space="preserve">экскурсии в музее Пограничного управления, </w:t>
      </w:r>
      <w:r w:rsidR="008C2382">
        <w:rPr>
          <w:rFonts w:ascii="Times New Roman" w:hAnsi="Times New Roman"/>
          <w:sz w:val="28"/>
          <w:szCs w:val="28"/>
        </w:rPr>
        <w:t>организованные автопробеги</w:t>
      </w:r>
      <w:r w:rsidR="00341437">
        <w:rPr>
          <w:rFonts w:ascii="Times New Roman" w:hAnsi="Times New Roman"/>
          <w:sz w:val="28"/>
          <w:szCs w:val="28"/>
        </w:rPr>
        <w:t>, концертные программы, выставки</w:t>
      </w:r>
      <w:r w:rsidR="00310A74">
        <w:rPr>
          <w:rFonts w:ascii="Times New Roman" w:hAnsi="Times New Roman"/>
          <w:sz w:val="28"/>
          <w:szCs w:val="28"/>
        </w:rPr>
        <w:t xml:space="preserve"> современного и исторического вооружения и техники, технических средств, применяемых </w:t>
      </w:r>
      <w:r w:rsidR="004D27BD">
        <w:rPr>
          <w:rFonts w:ascii="Times New Roman" w:hAnsi="Times New Roman"/>
          <w:sz w:val="28"/>
          <w:szCs w:val="28"/>
        </w:rPr>
        <w:t>в охране государственной границы и</w:t>
      </w:r>
      <w:r w:rsidR="00B24667">
        <w:rPr>
          <w:rFonts w:ascii="Times New Roman" w:hAnsi="Times New Roman"/>
          <w:sz w:val="28"/>
          <w:szCs w:val="28"/>
        </w:rPr>
        <w:t> </w:t>
      </w:r>
      <w:r w:rsidR="004D27BD">
        <w:rPr>
          <w:rFonts w:ascii="Times New Roman" w:hAnsi="Times New Roman"/>
          <w:sz w:val="28"/>
          <w:szCs w:val="28"/>
        </w:rPr>
        <w:t>осуществления пограничного контроля в пунктах пропуска через государственную границу.</w:t>
      </w:r>
    </w:p>
    <w:p w:rsidR="00212E02" w:rsidRDefault="00C66505" w:rsidP="00D834FB">
      <w:pPr>
        <w:pStyle w:val="2"/>
        <w:spacing w:line="360" w:lineRule="auto"/>
        <w:ind w:left="0" w:right="-1" w:firstLine="709"/>
        <w:jc w:val="both"/>
        <w:rPr>
          <w:sz w:val="28"/>
        </w:rPr>
      </w:pPr>
      <w:r>
        <w:rPr>
          <w:sz w:val="28"/>
        </w:rPr>
        <w:t xml:space="preserve">Одним из </w:t>
      </w:r>
      <w:r w:rsidR="00E60226">
        <w:rPr>
          <w:sz w:val="28"/>
        </w:rPr>
        <w:t>знаковых событий, стало традиционное уже на протяжении многих лет, проведение «Боевого расчета»</w:t>
      </w:r>
      <w:r w:rsidR="005B08C8">
        <w:rPr>
          <w:sz w:val="28"/>
        </w:rPr>
        <w:t xml:space="preserve"> в 20 часов 27 мая, с началом «пограничных суток». </w:t>
      </w:r>
      <w:r w:rsidR="00795232">
        <w:rPr>
          <w:sz w:val="28"/>
        </w:rPr>
        <w:t>В торжественной обстановке</w:t>
      </w:r>
      <w:r w:rsidR="00DF7F59">
        <w:rPr>
          <w:sz w:val="28"/>
        </w:rPr>
        <w:t xml:space="preserve"> пограничники вспоминают</w:t>
      </w:r>
      <w:r w:rsidR="00BC2714">
        <w:rPr>
          <w:sz w:val="28"/>
        </w:rPr>
        <w:t xml:space="preserve"> боевых товарищей и награждают </w:t>
      </w:r>
      <w:r w:rsidR="00BD445D">
        <w:rPr>
          <w:sz w:val="28"/>
        </w:rPr>
        <w:t>ветеранов, за достижения в</w:t>
      </w:r>
      <w:r w:rsidR="00B24667">
        <w:rPr>
          <w:sz w:val="28"/>
        </w:rPr>
        <w:t> </w:t>
      </w:r>
      <w:r w:rsidR="00BD445D">
        <w:rPr>
          <w:sz w:val="28"/>
        </w:rPr>
        <w:t>военно-патриотической работе.</w:t>
      </w:r>
    </w:p>
    <w:p w:rsidR="00C66505" w:rsidRDefault="00C66505" w:rsidP="00D834FB">
      <w:pPr>
        <w:pStyle w:val="2"/>
        <w:spacing w:line="360" w:lineRule="auto"/>
        <w:ind w:left="0" w:right="-1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310" w:rsidRDefault="00920310" w:rsidP="00C43165">
      <w:pPr>
        <w:spacing w:after="0" w:line="240" w:lineRule="auto"/>
      </w:pPr>
      <w:r>
        <w:separator/>
      </w:r>
    </w:p>
  </w:endnote>
  <w:endnote w:type="continuationSeparator" w:id="0">
    <w:p w:rsidR="00920310" w:rsidRDefault="00920310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310" w:rsidRDefault="00920310" w:rsidP="00C43165">
      <w:pPr>
        <w:spacing w:after="0" w:line="240" w:lineRule="auto"/>
      </w:pPr>
      <w:r>
        <w:separator/>
      </w:r>
    </w:p>
  </w:footnote>
  <w:footnote w:type="continuationSeparator" w:id="0">
    <w:p w:rsidR="00920310" w:rsidRDefault="00920310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24E"/>
    <w:rsid w:val="00001046"/>
    <w:rsid w:val="00004F88"/>
    <w:rsid w:val="0000749B"/>
    <w:rsid w:val="0001147E"/>
    <w:rsid w:val="00035A33"/>
    <w:rsid w:val="0003661F"/>
    <w:rsid w:val="00042263"/>
    <w:rsid w:val="00052CFB"/>
    <w:rsid w:val="0005376E"/>
    <w:rsid w:val="000565F2"/>
    <w:rsid w:val="00061E89"/>
    <w:rsid w:val="000718D8"/>
    <w:rsid w:val="00077107"/>
    <w:rsid w:val="00083503"/>
    <w:rsid w:val="00094A85"/>
    <w:rsid w:val="000954F0"/>
    <w:rsid w:val="000B03D7"/>
    <w:rsid w:val="000B3812"/>
    <w:rsid w:val="000B5F37"/>
    <w:rsid w:val="000B74C8"/>
    <w:rsid w:val="000C712F"/>
    <w:rsid w:val="000D7612"/>
    <w:rsid w:val="001213B7"/>
    <w:rsid w:val="00134D6C"/>
    <w:rsid w:val="001354C1"/>
    <w:rsid w:val="00164D09"/>
    <w:rsid w:val="00187ECC"/>
    <w:rsid w:val="001A2CBB"/>
    <w:rsid w:val="001A6022"/>
    <w:rsid w:val="001B3B68"/>
    <w:rsid w:val="001C7A60"/>
    <w:rsid w:val="001D035B"/>
    <w:rsid w:val="001F0D33"/>
    <w:rsid w:val="001F5F60"/>
    <w:rsid w:val="0020593F"/>
    <w:rsid w:val="002121DD"/>
    <w:rsid w:val="00212E02"/>
    <w:rsid w:val="002149D8"/>
    <w:rsid w:val="00216EF8"/>
    <w:rsid w:val="00256609"/>
    <w:rsid w:val="00275B33"/>
    <w:rsid w:val="00283B67"/>
    <w:rsid w:val="0028468B"/>
    <w:rsid w:val="002A45BE"/>
    <w:rsid w:val="002A5F99"/>
    <w:rsid w:val="002B69FC"/>
    <w:rsid w:val="002C35EB"/>
    <w:rsid w:val="002E1886"/>
    <w:rsid w:val="002E4F4D"/>
    <w:rsid w:val="002E76ED"/>
    <w:rsid w:val="002F02B1"/>
    <w:rsid w:val="00304C06"/>
    <w:rsid w:val="00310A74"/>
    <w:rsid w:val="00316057"/>
    <w:rsid w:val="00322907"/>
    <w:rsid w:val="00327DE3"/>
    <w:rsid w:val="0033160C"/>
    <w:rsid w:val="003351D5"/>
    <w:rsid w:val="00341437"/>
    <w:rsid w:val="00342F73"/>
    <w:rsid w:val="0036509F"/>
    <w:rsid w:val="003758AB"/>
    <w:rsid w:val="00375B95"/>
    <w:rsid w:val="00380151"/>
    <w:rsid w:val="00394418"/>
    <w:rsid w:val="003B008A"/>
    <w:rsid w:val="003B1D10"/>
    <w:rsid w:val="003C4D78"/>
    <w:rsid w:val="003D1ADB"/>
    <w:rsid w:val="003F114D"/>
    <w:rsid w:val="00400385"/>
    <w:rsid w:val="004237AA"/>
    <w:rsid w:val="004324AA"/>
    <w:rsid w:val="00444DC5"/>
    <w:rsid w:val="00446D66"/>
    <w:rsid w:val="0044719D"/>
    <w:rsid w:val="00455991"/>
    <w:rsid w:val="00456595"/>
    <w:rsid w:val="0046404B"/>
    <w:rsid w:val="00465105"/>
    <w:rsid w:val="00492C2B"/>
    <w:rsid w:val="004C6E79"/>
    <w:rsid w:val="004D0CA9"/>
    <w:rsid w:val="004D27BD"/>
    <w:rsid w:val="004D4F14"/>
    <w:rsid w:val="004D74D7"/>
    <w:rsid w:val="004E41B5"/>
    <w:rsid w:val="004F0A7C"/>
    <w:rsid w:val="004F2B98"/>
    <w:rsid w:val="004F4FE6"/>
    <w:rsid w:val="00522F33"/>
    <w:rsid w:val="00523728"/>
    <w:rsid w:val="0054518B"/>
    <w:rsid w:val="00551785"/>
    <w:rsid w:val="0055218D"/>
    <w:rsid w:val="00556DA9"/>
    <w:rsid w:val="0056489E"/>
    <w:rsid w:val="00570E66"/>
    <w:rsid w:val="00573843"/>
    <w:rsid w:val="00581FCB"/>
    <w:rsid w:val="005A000A"/>
    <w:rsid w:val="005A0424"/>
    <w:rsid w:val="005A4041"/>
    <w:rsid w:val="005A6096"/>
    <w:rsid w:val="005B08C8"/>
    <w:rsid w:val="005D076E"/>
    <w:rsid w:val="005D2586"/>
    <w:rsid w:val="005D7210"/>
    <w:rsid w:val="005E2078"/>
    <w:rsid w:val="00615EDE"/>
    <w:rsid w:val="00620129"/>
    <w:rsid w:val="00620E36"/>
    <w:rsid w:val="00622A6F"/>
    <w:rsid w:val="00650191"/>
    <w:rsid w:val="0065566E"/>
    <w:rsid w:val="00666E58"/>
    <w:rsid w:val="006712D7"/>
    <w:rsid w:val="0067158A"/>
    <w:rsid w:val="00672046"/>
    <w:rsid w:val="00673623"/>
    <w:rsid w:val="00673DC7"/>
    <w:rsid w:val="00674045"/>
    <w:rsid w:val="0067469F"/>
    <w:rsid w:val="00692B46"/>
    <w:rsid w:val="006D5F66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312B"/>
    <w:rsid w:val="00747EEE"/>
    <w:rsid w:val="00750EAB"/>
    <w:rsid w:val="00764D64"/>
    <w:rsid w:val="00765C41"/>
    <w:rsid w:val="0077145C"/>
    <w:rsid w:val="00773792"/>
    <w:rsid w:val="00784497"/>
    <w:rsid w:val="00795232"/>
    <w:rsid w:val="007A06D5"/>
    <w:rsid w:val="007A26BF"/>
    <w:rsid w:val="007C0CFE"/>
    <w:rsid w:val="007C5922"/>
    <w:rsid w:val="007D6BC7"/>
    <w:rsid w:val="007E1062"/>
    <w:rsid w:val="007E2F0A"/>
    <w:rsid w:val="007F0A25"/>
    <w:rsid w:val="007F2AE2"/>
    <w:rsid w:val="007F7DD9"/>
    <w:rsid w:val="0080038C"/>
    <w:rsid w:val="00802EE0"/>
    <w:rsid w:val="00807EC3"/>
    <w:rsid w:val="00815EDF"/>
    <w:rsid w:val="008164D7"/>
    <w:rsid w:val="00825E13"/>
    <w:rsid w:val="0083584A"/>
    <w:rsid w:val="00851E9B"/>
    <w:rsid w:val="00866BAB"/>
    <w:rsid w:val="008710BE"/>
    <w:rsid w:val="00883CB5"/>
    <w:rsid w:val="0089773A"/>
    <w:rsid w:val="008A0C85"/>
    <w:rsid w:val="008A160C"/>
    <w:rsid w:val="008B5C89"/>
    <w:rsid w:val="008C1F51"/>
    <w:rsid w:val="008C2382"/>
    <w:rsid w:val="008C3C41"/>
    <w:rsid w:val="008D35CE"/>
    <w:rsid w:val="008D7427"/>
    <w:rsid w:val="0091213C"/>
    <w:rsid w:val="00915D25"/>
    <w:rsid w:val="00920310"/>
    <w:rsid w:val="00945C04"/>
    <w:rsid w:val="00946846"/>
    <w:rsid w:val="00953AB1"/>
    <w:rsid w:val="0096697E"/>
    <w:rsid w:val="00977021"/>
    <w:rsid w:val="0098147F"/>
    <w:rsid w:val="0098449D"/>
    <w:rsid w:val="00991AE3"/>
    <w:rsid w:val="0099202F"/>
    <w:rsid w:val="00995912"/>
    <w:rsid w:val="009A3F67"/>
    <w:rsid w:val="009A5825"/>
    <w:rsid w:val="009A790E"/>
    <w:rsid w:val="009B20B8"/>
    <w:rsid w:val="009B3CC2"/>
    <w:rsid w:val="009B586F"/>
    <w:rsid w:val="009C4CF1"/>
    <w:rsid w:val="009C6337"/>
    <w:rsid w:val="009D7459"/>
    <w:rsid w:val="009E1EF2"/>
    <w:rsid w:val="009F1B97"/>
    <w:rsid w:val="009F4050"/>
    <w:rsid w:val="00A0577A"/>
    <w:rsid w:val="00A12D6D"/>
    <w:rsid w:val="00A17688"/>
    <w:rsid w:val="00A306FB"/>
    <w:rsid w:val="00A31EA6"/>
    <w:rsid w:val="00A410C8"/>
    <w:rsid w:val="00A43C71"/>
    <w:rsid w:val="00A5500A"/>
    <w:rsid w:val="00A57991"/>
    <w:rsid w:val="00A6036F"/>
    <w:rsid w:val="00A676BA"/>
    <w:rsid w:val="00A702BE"/>
    <w:rsid w:val="00A929E3"/>
    <w:rsid w:val="00A93C3F"/>
    <w:rsid w:val="00AA6E0D"/>
    <w:rsid w:val="00AC06C9"/>
    <w:rsid w:val="00AC1EDE"/>
    <w:rsid w:val="00AD00D0"/>
    <w:rsid w:val="00AD190B"/>
    <w:rsid w:val="00AD1A54"/>
    <w:rsid w:val="00AE6668"/>
    <w:rsid w:val="00AF7091"/>
    <w:rsid w:val="00AF72F8"/>
    <w:rsid w:val="00AF7C47"/>
    <w:rsid w:val="00B008D5"/>
    <w:rsid w:val="00B0210F"/>
    <w:rsid w:val="00B10D4D"/>
    <w:rsid w:val="00B17659"/>
    <w:rsid w:val="00B24667"/>
    <w:rsid w:val="00B24974"/>
    <w:rsid w:val="00B3456E"/>
    <w:rsid w:val="00B47186"/>
    <w:rsid w:val="00B8389C"/>
    <w:rsid w:val="00BA6C85"/>
    <w:rsid w:val="00BA78AC"/>
    <w:rsid w:val="00BB2F08"/>
    <w:rsid w:val="00BB4CA1"/>
    <w:rsid w:val="00BB7E2A"/>
    <w:rsid w:val="00BC2714"/>
    <w:rsid w:val="00BC51B3"/>
    <w:rsid w:val="00BC678C"/>
    <w:rsid w:val="00BC69D9"/>
    <w:rsid w:val="00BD445D"/>
    <w:rsid w:val="00BF3714"/>
    <w:rsid w:val="00C17D6E"/>
    <w:rsid w:val="00C42FE2"/>
    <w:rsid w:val="00C43165"/>
    <w:rsid w:val="00C43F93"/>
    <w:rsid w:val="00C54318"/>
    <w:rsid w:val="00C66505"/>
    <w:rsid w:val="00C6696C"/>
    <w:rsid w:val="00C67C9C"/>
    <w:rsid w:val="00C72D2E"/>
    <w:rsid w:val="00CA1718"/>
    <w:rsid w:val="00CA1ADC"/>
    <w:rsid w:val="00CA4B65"/>
    <w:rsid w:val="00CA725A"/>
    <w:rsid w:val="00CB7ABD"/>
    <w:rsid w:val="00CC46A2"/>
    <w:rsid w:val="00CD14AF"/>
    <w:rsid w:val="00CD3C6C"/>
    <w:rsid w:val="00CD499A"/>
    <w:rsid w:val="00CD6ACF"/>
    <w:rsid w:val="00CE6E66"/>
    <w:rsid w:val="00CF352A"/>
    <w:rsid w:val="00D05DE8"/>
    <w:rsid w:val="00D0643C"/>
    <w:rsid w:val="00D07213"/>
    <w:rsid w:val="00D24179"/>
    <w:rsid w:val="00D36573"/>
    <w:rsid w:val="00D409F3"/>
    <w:rsid w:val="00D5678F"/>
    <w:rsid w:val="00D605CB"/>
    <w:rsid w:val="00D623E1"/>
    <w:rsid w:val="00D65BDC"/>
    <w:rsid w:val="00D75EB1"/>
    <w:rsid w:val="00D7624E"/>
    <w:rsid w:val="00D834FB"/>
    <w:rsid w:val="00DA3544"/>
    <w:rsid w:val="00DC59CC"/>
    <w:rsid w:val="00DE400C"/>
    <w:rsid w:val="00DE46F4"/>
    <w:rsid w:val="00DE6870"/>
    <w:rsid w:val="00DF7F59"/>
    <w:rsid w:val="00E102A9"/>
    <w:rsid w:val="00E34F6F"/>
    <w:rsid w:val="00E4260D"/>
    <w:rsid w:val="00E42EC4"/>
    <w:rsid w:val="00E450DE"/>
    <w:rsid w:val="00E52C31"/>
    <w:rsid w:val="00E55967"/>
    <w:rsid w:val="00E60226"/>
    <w:rsid w:val="00EA1205"/>
    <w:rsid w:val="00EB50F6"/>
    <w:rsid w:val="00EE22FD"/>
    <w:rsid w:val="00EF2A6A"/>
    <w:rsid w:val="00F15104"/>
    <w:rsid w:val="00F229D2"/>
    <w:rsid w:val="00F25858"/>
    <w:rsid w:val="00F4336E"/>
    <w:rsid w:val="00F701EA"/>
    <w:rsid w:val="00F74590"/>
    <w:rsid w:val="00F841D2"/>
    <w:rsid w:val="00F868EB"/>
    <w:rsid w:val="00F977BE"/>
    <w:rsid w:val="00FA30F9"/>
    <w:rsid w:val="00FB0A65"/>
    <w:rsid w:val="00FB6DAA"/>
    <w:rsid w:val="00FC182A"/>
    <w:rsid w:val="00FC33ED"/>
    <w:rsid w:val="00FC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0FA6A"/>
  <w15:docId w15:val="{D306A1A3-ED4E-40A4-9D10-E0C5A48F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7;&#1090;&#1072;&#1088;&#1096;&#1080;&#1081;%20&#1090;&#1077;&#1093;&#1085;&#1080;&#1082;\Desktop\&#1042;%20&#1056;&#1040;&#1041;&#1054;&#1058;&#1045;\0%20&#1041;&#1051;&#1040;&#1053;&#1050;&#1048;\&#1055;&#1056;%20&#1041;&#1051;&#1040;&#1053;&#105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A4B42-9F68-4419-8E49-8F7871BC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 БЛАНК</Template>
  <TotalTime>151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техник</dc:creator>
  <cp:keywords/>
  <dc:description/>
  <cp:lastModifiedBy>Старший техник</cp:lastModifiedBy>
  <cp:revision>5</cp:revision>
  <cp:lastPrinted>2025-05-23T05:48:00Z</cp:lastPrinted>
  <dcterms:created xsi:type="dcterms:W3CDTF">2025-05-23T03:15:00Z</dcterms:created>
  <dcterms:modified xsi:type="dcterms:W3CDTF">2025-05-27T04:21:00Z</dcterms:modified>
</cp:coreProperties>
</file>